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E46" w:rsidRDefault="00E52834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2" type="#_x0000_t32" style="position:absolute;margin-left:156.35pt;margin-top:348.15pt;width:26.05pt;height:52.3pt;flip:x y;z-index:251679744" o:connectortype="straight">
            <v:stroke endarrow="block"/>
          </v:shape>
        </w:pict>
      </w:r>
      <w:r>
        <w:rPr>
          <w:noProof/>
          <w:lang w:eastAsia="zh-TW"/>
        </w:rPr>
        <w:pict>
          <v:oval id="_x0000_s1026" style="position:absolute;margin-left:156.35pt;margin-top:388.55pt;width:112.9pt;height:148.75pt;z-index:251660288;mso-width-relative:margin;mso-height-relative:margin" fillcolor="#4bacc6 [3208]" strokecolor="#f2f2f2 [3041]" strokeweight="3pt">
            <v:shadow on="t" type="perspective" color="#205867 [1608]" opacity=".5" offset="1pt" offset2="-1pt"/>
            <v:textbox style="mso-next-textbox:#_x0000_s1026">
              <w:txbxContent>
                <w:p w:rsidR="00060E04" w:rsidRDefault="00060E04" w:rsidP="00097B7D">
                  <w:pPr>
                    <w:jc w:val="center"/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Mountain Lion</w:t>
                  </w:r>
                </w:p>
                <w:p w:rsidR="00060E04" w:rsidRDefault="00060E04" w:rsidP="00097B7D">
                  <w:pPr>
                    <w:jc w:val="center"/>
                    <w:rPr>
                      <w:rFonts w:ascii="Arial Black" w:hAnsi="Arial Black"/>
                    </w:rPr>
                  </w:pPr>
                  <w:r w:rsidRPr="004A197B">
                    <w:rPr>
                      <w:rFonts w:ascii="Arial Black" w:hAnsi="Arial Black"/>
                      <w:noProof/>
                    </w:rPr>
                    <w:drawing>
                      <wp:inline distT="0" distB="0" distL="0" distR="0">
                        <wp:extent cx="1358900" cy="1509889"/>
                        <wp:effectExtent l="19050" t="0" r="0" b="0"/>
                        <wp:docPr id="10" name="Picture 5" descr="313764266_c5dca96d6b_m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313764266_c5dca96d6b_m.jpg"/>
                                <pic:cNvPicPr/>
                              </pic:nvPicPr>
                              <pic:blipFill>
                                <a:blip r:embed="rId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58900" cy="150988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60E04" w:rsidRPr="004A197B" w:rsidRDefault="00060E04" w:rsidP="00097B7D">
                  <w:pPr>
                    <w:jc w:val="center"/>
                    <w:rPr>
                      <w:rFonts w:ascii="Arial Black" w:hAnsi="Arial Black"/>
                    </w:rPr>
                  </w:pPr>
                </w:p>
              </w:txbxContent>
            </v:textbox>
          </v:oval>
        </w:pict>
      </w:r>
      <w:r w:rsidR="00FC2432">
        <w:rPr>
          <w:noProof/>
        </w:rPr>
        <w:pict>
          <v:oval id="_x0000_s1030" style="position:absolute;margin-left:99.35pt;margin-top:80.45pt;width:124.1pt;height:121.15pt;z-index:251664384;mso-width-relative:margin;mso-height-relative:margin" fillcolor="#c0504d [3205]" strokecolor="#f2f2f2 [3041]" strokeweight="3pt">
            <v:shadow on="t" type="perspective" color="#622423 [1605]" opacity=".5" offset="1pt" offset2="-1pt"/>
            <v:textbox style="mso-next-textbox:#_x0000_s1030">
              <w:txbxContent>
                <w:p w:rsidR="00060E04" w:rsidRDefault="007F6C0E" w:rsidP="00B507DA">
                  <w:pPr>
                    <w:jc w:val="center"/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Sage</w:t>
                  </w:r>
                  <w:r>
                    <w:rPr>
                      <w:rFonts w:ascii="Arial Black" w:hAnsi="Arial Black"/>
                      <w:noProof/>
                    </w:rPr>
                    <w:drawing>
                      <wp:inline distT="0" distB="0" distL="0" distR="0">
                        <wp:extent cx="2129155" cy="1595483"/>
                        <wp:effectExtent l="19050" t="0" r="4445" b="0"/>
                        <wp:docPr id="16" name="Picture 5" descr="R:\Richter\2B Wiki\2B Roan Plateau\Pictures\Plants\3122087346_0572b4e14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R:\Richter\2B Wiki\2B Roan Plateau\Pictures\Plants\3122087346_0572b4e14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29155" cy="15954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 Black" w:hAnsi="Arial Black"/>
                    </w:rPr>
                    <w:t xml:space="preserve"> Brush</w:t>
                  </w:r>
                </w:p>
                <w:p w:rsidR="007F6C0E" w:rsidRDefault="007F6C0E" w:rsidP="00B507DA">
                  <w:pPr>
                    <w:jc w:val="center"/>
                    <w:rPr>
                      <w:rFonts w:ascii="Arial Black" w:hAnsi="Arial Black"/>
                    </w:rPr>
                  </w:pPr>
                </w:p>
                <w:p w:rsidR="007F6C0E" w:rsidRPr="00291028" w:rsidRDefault="007F6C0E" w:rsidP="00B507DA">
                  <w:pPr>
                    <w:jc w:val="center"/>
                    <w:rPr>
                      <w:rFonts w:ascii="Arial Black" w:hAnsi="Arial Black"/>
                    </w:rPr>
                  </w:pPr>
                </w:p>
              </w:txbxContent>
            </v:textbox>
          </v:oval>
        </w:pict>
      </w:r>
      <w:r w:rsidR="00FC2432">
        <w:rPr>
          <w:noProof/>
        </w:rPr>
        <w:pict>
          <v:oval id="_x0000_s1037" style="position:absolute;margin-left:-61.6pt;margin-top:81.2pt;width:131.85pt;height:135.85pt;z-index:251667456;mso-width-relative:margin;mso-height-relative:margin" fillcolor="#f79646 [3209]" strokecolor="#f2f2f2 [3041]" strokeweight="3pt">
            <v:shadow on="t" type="perspective" color="#974706 [1609]" opacity=".5" offset="1pt" offset2="-1pt"/>
            <v:textbox style="mso-next-textbox:#_x0000_s1037">
              <w:txbxContent>
                <w:p w:rsidR="00060E04" w:rsidRDefault="00060E04" w:rsidP="00B07B82">
                  <w:pPr>
                    <w:jc w:val="center"/>
                  </w:pPr>
                  <w:r>
                    <w:rPr>
                      <w:rFonts w:ascii="Arial Black" w:hAnsi="Arial Black"/>
                    </w:rPr>
                    <w:t>Greasewood</w:t>
                  </w:r>
                  <w:r>
                    <w:rPr>
                      <w:rFonts w:ascii="Arial Black" w:hAnsi="Arial Black"/>
                      <w:noProof/>
                    </w:rPr>
                    <w:drawing>
                      <wp:inline distT="0" distB="0" distL="0" distR="0">
                        <wp:extent cx="1028065" cy="1371942"/>
                        <wp:effectExtent l="19050" t="0" r="635" b="0"/>
                        <wp:docPr id="14" name="Picture 3" descr="R:\Richter\2B Wiki\2B Roan Plateau\Pictures\Plants\4018713634_fe5ce5346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R:\Richter\2B Wiki\2B Roan Plateau\Pictures\Plants\4018713634_fe5ce5346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8065" cy="13719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oval>
        </w:pict>
      </w:r>
      <w:r w:rsidR="00FC2432">
        <w:rPr>
          <w:noProof/>
        </w:rPr>
        <w:pict>
          <v:oval id="_x0000_s1038" style="position:absolute;margin-left:156.35pt;margin-top:-35.5pt;width:140.7pt;height:116.7pt;z-index:251668480;mso-width-relative:margin;mso-height-relative:margin" fillcolor="yellow" strokecolor="#f2f2f2 [3041]" strokeweight="3pt">
            <v:shadow on="t" type="perspective" color="#205867 [1608]" opacity=".5" offset="1pt" offset2="-1pt"/>
            <v:textbox style="mso-next-textbox:#_x0000_s1038">
              <w:txbxContent>
                <w:p w:rsidR="00060E04" w:rsidRDefault="00060E04" w:rsidP="00B07B82">
                  <w:pPr>
                    <w:jc w:val="center"/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Blue Spruce</w:t>
                  </w:r>
                </w:p>
                <w:p w:rsidR="00060E04" w:rsidRDefault="00060E04" w:rsidP="00B07B82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512060" cy="1882413"/>
                        <wp:effectExtent l="19050" t="0" r="2540" b="0"/>
                        <wp:docPr id="13" name="Picture 2" descr="R:\Richter\2B Wiki\2B Roan Plateau\Pictures\Plants\75511821_759fd156e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R:\Richter\2B Wiki\2B Roan Plateau\Pictures\Plants\75511821_759fd156e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12060" cy="18824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oval>
        </w:pict>
      </w:r>
      <w:r w:rsidR="00FC2432">
        <w:rPr>
          <w:noProof/>
        </w:rPr>
        <w:pict>
          <v:oval id="_x0000_s1029" style="position:absolute;margin-left:297.05pt;margin-top:442.35pt;width:203.25pt;height:112.55pt;z-index:251663360;mso-width-relative:margin;mso-height-relative:margin" fillcolor="#f79646 [3209]" strokecolor="#f2f2f2 [3041]" strokeweight="3pt">
            <v:shadow on="t" type="perspective" color="#974706 [1609]" opacity=".5" offset="1pt" offset2="-1pt"/>
            <v:textbox style="mso-next-textbox:#_x0000_s1029">
              <w:txbxContent>
                <w:p w:rsidR="00060E04" w:rsidRPr="00B507DA" w:rsidRDefault="00060E04" w:rsidP="00B507DA">
                  <w:pPr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Rabbit</w:t>
                  </w:r>
                </w:p>
                <w:p w:rsidR="00060E04" w:rsidRDefault="00060E04" w:rsidP="004A197B">
                  <w:pPr>
                    <w:jc w:val="center"/>
                  </w:pPr>
                  <w:r w:rsidRPr="004A197B">
                    <w:rPr>
                      <w:noProof/>
                    </w:rPr>
                    <w:drawing>
                      <wp:inline distT="0" distB="0" distL="0" distR="0">
                        <wp:extent cx="1191895" cy="799563"/>
                        <wp:effectExtent l="19050" t="0" r="8255" b="0"/>
                        <wp:docPr id="11" name="Picture 6" descr="3726490195_9115e952cc_m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3726490195_9115e952cc_m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91895" cy="79956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oval>
        </w:pict>
      </w:r>
      <w:r w:rsidR="00FC2432">
        <w:rPr>
          <w:noProof/>
        </w:rPr>
        <w:pict>
          <v:oval id="_x0000_s1051" style="position:absolute;margin-left:255.05pt;margin-top:266.3pt;width:180.9pt;height:148.3pt;z-index:251678720;mso-width-relative:margin;mso-height-relative:margin" fillcolor="#0f243e [1615]" strokecolor="#f2f2f2 [3041]" strokeweight="3pt">
            <v:shadow on="t" type="perspective" color="#622423 [1605]" opacity=".5" offset="1pt" offset2="-1pt"/>
            <v:textbox style="mso-next-textbox:#_x0000_s1051">
              <w:txbxContent>
                <w:p w:rsidR="00060E04" w:rsidRDefault="00060E04" w:rsidP="009A5EB2">
                  <w:pPr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Grizzly Bear</w:t>
                  </w:r>
                </w:p>
                <w:p w:rsidR="00060E04" w:rsidRDefault="00060E04" w:rsidP="009A5EB2">
                  <w:r w:rsidRPr="009A5EB2">
                    <w:rPr>
                      <w:rFonts w:ascii="Arial Black" w:hAnsi="Arial Black"/>
                      <w:noProof/>
                    </w:rPr>
                    <w:drawing>
                      <wp:inline distT="0" distB="0" distL="0" distR="0">
                        <wp:extent cx="2324735" cy="1549823"/>
                        <wp:effectExtent l="19050" t="0" r="0" b="0"/>
                        <wp:docPr id="7" name="Picture 2" descr="3683171688_63f4dea696_m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3683171688_63f4dea696_m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24735" cy="154982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oval>
        </w:pict>
      </w:r>
      <w:r w:rsidR="00FC2432">
        <w:rPr>
          <w:noProof/>
        </w:rPr>
        <w:pict>
          <v:shape id="_x0000_s1056" type="#_x0000_t32" style="position:absolute;margin-left:315pt;margin-top:309.1pt;width:2.45pt;height:22pt;flip:y;z-index:251683840" o:connectortype="straight">
            <v:stroke endarrow="block"/>
          </v:shape>
        </w:pict>
      </w:r>
      <w:r w:rsidR="00FC2432">
        <w:rPr>
          <w:noProof/>
        </w:rPr>
        <w:pict>
          <v:oval id="_x0000_s1050" style="position:absolute;margin-left:447.2pt;margin-top:201.6pt;width:182.2pt;height:129.5pt;z-index:251677696;mso-width-relative:margin;mso-height-relative:margin" fillcolor="yellow">
            <v:textbox style="mso-next-textbox:#_x0000_s1050">
              <w:txbxContent>
                <w:p w:rsidR="00060E04" w:rsidRDefault="00060E04" w:rsidP="00291028">
                  <w:pPr>
                    <w:jc w:val="center"/>
                  </w:pPr>
                  <w:r>
                    <w:rPr>
                      <w:rFonts w:ascii="Arial Black" w:hAnsi="Arial Black"/>
                    </w:rPr>
                    <w:t>Red-Tailed Hawk</w:t>
                  </w:r>
                  <w:r w:rsidRPr="00824877">
                    <w:rPr>
                      <w:rFonts w:ascii="Arial Black" w:hAnsi="Arial Black"/>
                      <w:noProof/>
                    </w:rPr>
                    <w:drawing>
                      <wp:inline distT="0" distB="0" distL="0" distR="0">
                        <wp:extent cx="1135117" cy="851338"/>
                        <wp:effectExtent l="19050" t="0" r="7883" b="0"/>
                        <wp:docPr id="5" name="Picture 1" descr="479150233_43c908437f_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479150233_43c908437f_s.jpg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36650" cy="8524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 Black" w:hAnsi="Arial Black"/>
                    </w:rPr>
                    <w:t xml:space="preserve"> </w:t>
                  </w:r>
                </w:p>
              </w:txbxContent>
            </v:textbox>
          </v:oval>
        </w:pict>
      </w:r>
      <w:r w:rsidR="00FC2432">
        <w:rPr>
          <w:noProof/>
        </w:rPr>
        <w:pict>
          <v:shape id="_x0000_s1060" type="#_x0000_t32" style="position:absolute;margin-left:427.05pt;margin-top:315.3pt;width:104.25pt;height:150.2pt;flip:x;z-index:251686912" o:connectortype="straight">
            <v:stroke endarrow="block"/>
          </v:shape>
        </w:pict>
      </w:r>
      <w:r w:rsidR="00FC2432">
        <w:rPr>
          <w:noProof/>
        </w:rPr>
        <w:pict>
          <v:shape id="_x0000_s1058" type="#_x0000_t32" style="position:absolute;margin-left:270.6pt;margin-top:465.5pt;width:46.85pt;height:2.5pt;z-index:251685888" o:connectortype="straight">
            <v:stroke endarrow="block"/>
          </v:shape>
        </w:pict>
      </w:r>
      <w:r w:rsidR="00FC2432">
        <w:rPr>
          <w:noProof/>
        </w:rPr>
        <w:pict>
          <v:shape id="_x0000_s1057" type="#_x0000_t32" style="position:absolute;margin-left:276.85pt;margin-top:400.45pt;width:20.2pt;height:14.15pt;flip:x;z-index:251684864" o:connectortype="straight">
            <v:stroke endarrow="block"/>
          </v:shape>
        </w:pict>
      </w:r>
      <w:r w:rsidR="00FC2432">
        <w:rPr>
          <w:noProof/>
        </w:rPr>
        <w:pict>
          <v:shape id="_x0000_s1055" type="#_x0000_t32" style="position:absolute;margin-left:223.45pt;margin-top:256.95pt;width:31.6pt;height:119.2pt;flip:y;z-index:251682816" o:connectortype="straight">
            <v:stroke endarrow="block"/>
          </v:shape>
        </w:pict>
      </w:r>
      <w:r w:rsidR="00FC2432">
        <w:rPr>
          <w:noProof/>
        </w:rPr>
        <w:pict>
          <v:oval id="_x0000_s1028" style="position:absolute;margin-left:223.45pt;margin-top:168.15pt;width:184.9pt;height:106.7pt;z-index:251662336;mso-width-relative:margin;mso-height-relative:margin" fillcolor="#9bbb59 [3206]" strokecolor="#f2f2f2 [3041]" strokeweight="3pt">
            <v:shadow on="t" type="perspective" color="#4e6128 [1606]" opacity=".5" offset="1pt" offset2="-1pt"/>
            <v:textbox>
              <w:txbxContent>
                <w:p w:rsidR="00060E04" w:rsidRPr="00B507DA" w:rsidRDefault="00060E04" w:rsidP="00097B7D">
                  <w:pPr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Elk</w:t>
                  </w:r>
                  <w:r w:rsidRPr="00815355">
                    <w:rPr>
                      <w:rFonts w:ascii="Arial Black" w:hAnsi="Arial Black"/>
                      <w:noProof/>
                    </w:rPr>
                    <w:drawing>
                      <wp:inline distT="0" distB="0" distL="0" distR="0">
                        <wp:extent cx="1504787" cy="646387"/>
                        <wp:effectExtent l="19050" t="0" r="163" b="0"/>
                        <wp:docPr id="4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798173545_33faebe3d6_m.jpg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315" cy="64618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oval>
        </w:pict>
      </w:r>
      <w:r w:rsidR="00FC2432">
        <w:rPr>
          <w:noProof/>
        </w:rPr>
        <w:pict>
          <v:shape id="_x0000_s1054" type="#_x0000_t32" style="position:absolute;margin-left:201.95pt;margin-top:148.95pt;width:68.65pt;height:35.15pt;flip:x y;z-index:251681792" o:connectortype="straight">
            <v:stroke endarrow="block"/>
          </v:shape>
        </w:pict>
      </w:r>
      <w:r w:rsidR="00FC2432">
        <w:rPr>
          <w:noProof/>
        </w:rPr>
        <w:pict>
          <v:shape id="_x0000_s1053" type="#_x0000_t32" style="position:absolute;margin-left:201.95pt;margin-top:300.4pt;width:53.1pt;height:23.45pt;flip:x y;z-index:251680768" o:connectortype="straight">
            <v:stroke endarrow="block"/>
          </v:shape>
        </w:pict>
      </w:r>
      <w:r w:rsidR="00FC2432">
        <w:rPr>
          <w:noProof/>
        </w:rPr>
        <w:pict>
          <v:shape id="_x0000_s1049" type="#_x0000_t32" style="position:absolute;margin-left:159.95pt;margin-top:184.1pt;width:6.3pt;height:36pt;flip:x y;z-index:251676672" o:connectortype="straight">
            <v:stroke endarrow="block"/>
          </v:shape>
        </w:pict>
      </w:r>
      <w:r w:rsidR="00FC2432">
        <w:rPr>
          <w:noProof/>
        </w:rPr>
        <w:pict>
          <v:oval id="_x0000_s1027" style="position:absolute;margin-left:81.7pt;margin-top:217.05pt;width:141.75pt;height:114.05pt;z-index:251661312;mso-width-relative:margin;mso-height-relative:margin" fillcolor="#8064a2 [3207]" strokecolor="#f2f2f2 [3041]" strokeweight="3pt">
            <v:shadow on="t" type="perspective" color="#3f3151 [1607]" opacity=".5" offset="1pt" offset2="-1pt"/>
            <v:textbox style="mso-next-textbox:#_x0000_s1027">
              <w:txbxContent>
                <w:p w:rsidR="00060E04" w:rsidRDefault="00060E04" w:rsidP="00097B7D">
                  <w:pPr>
                    <w:jc w:val="center"/>
                  </w:pPr>
                  <w:proofErr w:type="gramStart"/>
                  <w:r>
                    <w:rPr>
                      <w:rFonts w:ascii="Arial Black" w:hAnsi="Arial Black"/>
                    </w:rPr>
                    <w:t>Mule  Deer</w:t>
                  </w:r>
                  <w:proofErr w:type="gramEnd"/>
                  <w:r w:rsidRPr="00815355">
                    <w:rPr>
                      <w:rFonts w:ascii="Arial Black" w:hAnsi="Arial Black"/>
                      <w:noProof/>
                    </w:rPr>
                    <w:drawing>
                      <wp:inline distT="0" distB="0" distL="0" distR="0">
                        <wp:extent cx="1116965" cy="743480"/>
                        <wp:effectExtent l="19050" t="0" r="6985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2195474148_8edc905119_m.jpg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16965" cy="7434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 Black" w:hAnsi="Arial Black"/>
                    </w:rPr>
                    <w:t>Deer</w:t>
                  </w:r>
                </w:p>
              </w:txbxContent>
            </v:textbox>
          </v:oval>
        </w:pict>
      </w:r>
      <w:r w:rsidR="00FC2432">
        <w:rPr>
          <w:noProof/>
        </w:rPr>
        <w:pict>
          <v:shape id="_x0000_s1048" type="#_x0000_t32" style="position:absolute;margin-left:70.25pt;margin-top:48.4pt;width:46.45pt;height:48.45pt;z-index:251675648" o:connectortype="straight">
            <v:stroke endarrow="block"/>
          </v:shape>
        </w:pict>
      </w:r>
      <w:r w:rsidR="00FC2432">
        <w:rPr>
          <w:noProof/>
        </w:rPr>
        <w:pict>
          <v:shape id="_x0000_s1047" type="#_x0000_t32" style="position:absolute;margin-left:18.6pt;margin-top:37.25pt;width:19.9pt;height:43.95pt;flip:x;z-index:251674624" o:connectortype="straight">
            <v:stroke endarrow="block"/>
          </v:shape>
        </w:pict>
      </w:r>
      <w:r w:rsidR="00FC2432">
        <w:rPr>
          <w:noProof/>
        </w:rPr>
        <w:pict>
          <v:shape id="_x0000_s1046" type="#_x0000_t32" style="position:absolute;margin-left:90.6pt;margin-top:7.45pt;width:55.9pt;height:4.95pt;flip:y;z-index:251673600" o:connectortype="straight">
            <v:stroke endarrow="block"/>
          </v:shape>
        </w:pict>
      </w:r>
      <w:r w:rsidR="008C1E95"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-88265</wp:posOffset>
            </wp:positionH>
            <wp:positionV relativeFrom="paragraph">
              <wp:posOffset>-661035</wp:posOffset>
            </wp:positionV>
            <wp:extent cx="1454150" cy="1454150"/>
            <wp:effectExtent l="0" t="0" r="0" b="0"/>
            <wp:wrapNone/>
            <wp:docPr id="9" name="Picture 9" descr="C:\Documents and Settings\Becky\Local Settings\Temporary Internet Files\Content.IE5\1GIDAXHD\MCj0432589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Becky\Local Settings\Temporary Internet Files\Content.IE5\1GIDAXHD\MCj04325890000[1]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0" cy="145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2432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margin-left:435.1pt;margin-top:-62.2pt;width:258.35pt;height:95.15pt;z-index:251672576;mso-width-percent:400;mso-height-percent:200;mso-position-horizontal-relative:text;mso-position-vertical-relative:text;mso-width-percent:400;mso-height-percent:200;mso-width-relative:margin;mso-height-relative:margin">
            <v:textbox style="mso-fit-shape-to-text:t">
              <w:txbxContent>
                <w:p w:rsidR="00060E04" w:rsidRPr="00E31209" w:rsidRDefault="00060E04">
                  <w:pPr>
                    <w:rPr>
                      <w:rFonts w:ascii="Arial Black" w:hAnsi="Arial Black"/>
                      <w:sz w:val="44"/>
                      <w:szCs w:val="44"/>
                    </w:rPr>
                  </w:pPr>
                  <w:r>
                    <w:rPr>
                      <w:rFonts w:ascii="Arial Black" w:hAnsi="Arial Black"/>
                      <w:sz w:val="44"/>
                      <w:szCs w:val="44"/>
                    </w:rPr>
                    <w:t xml:space="preserve">Roan </w:t>
                  </w:r>
                  <w:r w:rsidRPr="00434D27">
                    <w:rPr>
                      <w:rFonts w:ascii="Arial Black" w:hAnsi="Arial Black"/>
                      <w:color w:val="92D050"/>
                      <w:sz w:val="44"/>
                      <w:szCs w:val="44"/>
                    </w:rPr>
                    <w:t>Plateau</w:t>
                  </w:r>
                  <w:r w:rsidRPr="00434D27">
                    <w:rPr>
                      <w:rFonts w:ascii="Arial Black" w:hAnsi="Arial Black"/>
                      <w:color w:val="4F81BD" w:themeColor="accent1"/>
                      <w:sz w:val="44"/>
                      <w:szCs w:val="44"/>
                    </w:rPr>
                    <w:t xml:space="preserve"> Food</w:t>
                  </w:r>
                  <w:r>
                    <w:rPr>
                      <w:rFonts w:ascii="Arial Black" w:hAnsi="Arial Black"/>
                      <w:sz w:val="44"/>
                      <w:szCs w:val="44"/>
                    </w:rPr>
                    <w:t xml:space="preserve"> </w:t>
                  </w:r>
                  <w:r w:rsidRPr="00434D27">
                    <w:rPr>
                      <w:rFonts w:ascii="Arial Black" w:hAnsi="Arial Black"/>
                      <w:color w:val="FF0000"/>
                      <w:sz w:val="44"/>
                      <w:szCs w:val="44"/>
                    </w:rPr>
                    <w:t>Chain</w:t>
                  </w:r>
                </w:p>
              </w:txbxContent>
            </v:textbox>
          </v:shape>
        </w:pict>
      </w:r>
      <w:proofErr w:type="spellStart"/>
      <w:proofErr w:type="gramStart"/>
      <w:r w:rsidR="004A197B">
        <w:t>outM</w:t>
      </w:r>
      <w:proofErr w:type="spellEnd"/>
      <w:proofErr w:type="gramEnd"/>
    </w:p>
    <w:sectPr w:rsidR="00E57E46" w:rsidSect="00B507D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/>
  <w:rsids>
    <w:rsidRoot w:val="00E52834"/>
    <w:rsid w:val="00060E04"/>
    <w:rsid w:val="00097B7D"/>
    <w:rsid w:val="00291028"/>
    <w:rsid w:val="00362CA0"/>
    <w:rsid w:val="00434D27"/>
    <w:rsid w:val="00443CB2"/>
    <w:rsid w:val="004A197B"/>
    <w:rsid w:val="005775F1"/>
    <w:rsid w:val="005B7AA0"/>
    <w:rsid w:val="007154EB"/>
    <w:rsid w:val="00716AB0"/>
    <w:rsid w:val="00723D11"/>
    <w:rsid w:val="00740F70"/>
    <w:rsid w:val="007F6C0E"/>
    <w:rsid w:val="00812540"/>
    <w:rsid w:val="00815355"/>
    <w:rsid w:val="00824877"/>
    <w:rsid w:val="008C183E"/>
    <w:rsid w:val="008C1E95"/>
    <w:rsid w:val="008E7E3C"/>
    <w:rsid w:val="008F0964"/>
    <w:rsid w:val="009A5EB2"/>
    <w:rsid w:val="00B07B82"/>
    <w:rsid w:val="00B507DA"/>
    <w:rsid w:val="00BD0493"/>
    <w:rsid w:val="00C470B3"/>
    <w:rsid w:val="00E31209"/>
    <w:rsid w:val="00E51F60"/>
    <w:rsid w:val="00E52834"/>
    <w:rsid w:val="00E57E46"/>
    <w:rsid w:val="00E67D3F"/>
    <w:rsid w:val="00F07DD9"/>
    <w:rsid w:val="00F40F62"/>
    <w:rsid w:val="00F44723"/>
    <w:rsid w:val="00FC2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3]" shadowcolor="none"/>
    </o:shapedefaults>
    <o:shapelayout v:ext="edit">
      <o:idmap v:ext="edit" data="1"/>
      <o:rules v:ext="edit">
        <o:r id="V:Rule13" type="connector" idref="#_x0000_s1046"/>
        <o:r id="V:Rule14" type="connector" idref="#_x0000_s1056"/>
        <o:r id="V:Rule15" type="connector" idref="#_x0000_s1048"/>
        <o:r id="V:Rule16" type="connector" idref="#_x0000_s1047"/>
        <o:r id="V:Rule17" type="connector" idref="#_x0000_s1052"/>
        <o:r id="V:Rule18" type="connector" idref="#_x0000_s1057"/>
        <o:r id="V:Rule19" type="connector" idref="#_x0000_s1058"/>
        <o:r id="V:Rule20" type="connector" idref="#_x0000_s1053"/>
        <o:r id="V:Rule21" type="connector" idref="#_x0000_s1060"/>
        <o:r id="V:Rule22" type="connector" idref="#_x0000_s1049"/>
        <o:r id="V:Rule23" type="connector" idref="#_x0000_s1055"/>
        <o:r id="V:Rule24" type="connector" idref="#_x0000_s105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C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3C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7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B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Richter\2B%20Wiki\2B%20Roan%20Plateau\Food+Web+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Food+Web+Template.dotx</Template>
  <TotalTime>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lastname, Admin</dc:creator>
  <cp:keywords/>
  <dc:description/>
  <cp:lastModifiedBy>lastname, Admin</cp:lastModifiedBy>
  <cp:revision>1</cp:revision>
  <dcterms:created xsi:type="dcterms:W3CDTF">2010-05-13T16:58:00Z</dcterms:created>
  <dcterms:modified xsi:type="dcterms:W3CDTF">2010-05-13T16:59:00Z</dcterms:modified>
</cp:coreProperties>
</file>